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A7B80799D0B4E55ABD60C7416C9678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Pr="009A35E4" w:rsidRDefault="00152E17" w:rsidP="00CF0EF4">
          <w:pPr>
            <w:pStyle w:val="Tituldatum"/>
          </w:pPr>
          <w:r>
            <w:rPr>
              <w:rStyle w:val="Nzevakce"/>
            </w:rPr>
            <w:t>Bystřice (Bystrzyca), nádražní budova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52E17">
        <w:t>09. 09</w:t>
      </w:r>
      <w:r w:rsidR="00053A6B">
        <w:t>. 2022</w:t>
      </w:r>
    </w:p>
    <w:p w:rsidR="00053A6B" w:rsidRPr="006C2343" w:rsidRDefault="00053A6B" w:rsidP="006C2343">
      <w:pPr>
        <w:pStyle w:val="Tituldatum"/>
      </w:pP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4C445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744328" w:history="1">
        <w:r w:rsidR="004C4451" w:rsidRPr="0072426B">
          <w:rPr>
            <w:rStyle w:val="Hypertextovodkaz"/>
          </w:rPr>
          <w:t>SEZNAM ZKRATEK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_Toc105744328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2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29" w:history="1">
        <w:r w:rsidR="004C4451" w:rsidRPr="0072426B">
          <w:rPr>
            <w:rStyle w:val="Hypertextovodkaz"/>
          </w:rPr>
          <w:t>1.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POJMY A DEFINICE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_Toc105744329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0" w:history="1">
        <w:r w:rsidR="004C4451" w:rsidRPr="0072426B">
          <w:rPr>
            <w:rStyle w:val="Hypertextovodkaz"/>
            <w:rFonts w:asciiTheme="majorHAnsi" w:hAnsiTheme="majorHAnsi"/>
          </w:rPr>
          <w:t>1.2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Soupis prací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_Toc105744330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1" w:history="1">
        <w:r w:rsidR="004C4451" w:rsidRPr="0072426B">
          <w:rPr>
            <w:rStyle w:val="Hypertextovodkaz"/>
            <w:rFonts w:asciiTheme="majorHAnsi" w:hAnsiTheme="majorHAnsi"/>
          </w:rPr>
          <w:t>1.3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Cenová soustava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_Toc105744331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5744332" w:history="1">
        <w:r w:rsidR="004C4451" w:rsidRPr="0072426B">
          <w:rPr>
            <w:rStyle w:val="Hypertextovodkaz"/>
            <w:rFonts w:asciiTheme="majorHAnsi" w:hAnsiTheme="majorHAnsi"/>
          </w:rPr>
          <w:t>1.4</w:t>
        </w:r>
        <w:r w:rsidR="004C44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Měrné jednotky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_Toc105744332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3" w:history="1">
        <w:r w:rsidR="004C4451" w:rsidRPr="0072426B">
          <w:rPr>
            <w:rStyle w:val="Hypertextovodkaz"/>
          </w:rPr>
          <w:t>2.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ZÁKLADNÍ PRAVIDLA PRO OCEŇOVÁNÍ SOUPISU PRACÍ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_Toc105744333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3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4" w:history="1">
        <w:r w:rsidR="004C4451" w:rsidRPr="0072426B">
          <w:rPr>
            <w:rStyle w:val="Hypertextovodkaz"/>
          </w:rPr>
          <w:t>3.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MĚŘENÍ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_Toc105744334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6</w:t>
        </w:r>
        <w:r w:rsidR="004C4451">
          <w:rPr>
            <w:noProof/>
            <w:webHidden/>
          </w:rPr>
          <w:fldChar w:fldCharType="end"/>
        </w:r>
      </w:hyperlink>
    </w:p>
    <w:p w:rsidR="004C4451" w:rsidRDefault="00877FF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744335" w:history="1">
        <w:r w:rsidR="004C4451" w:rsidRPr="0072426B">
          <w:rPr>
            <w:rStyle w:val="Hypertextovodkaz"/>
          </w:rPr>
          <w:t>4.</w:t>
        </w:r>
        <w:r w:rsidR="004C445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C4451" w:rsidRPr="0072426B">
          <w:rPr>
            <w:rStyle w:val="Hypertextovodkaz"/>
          </w:rPr>
          <w:t>SROVNATELNÉ VÝROBKY, ALTERNATIVY MATERIÁLŮ A PROVEDENÍ</w:t>
        </w:r>
        <w:r w:rsidR="004C4451">
          <w:rPr>
            <w:noProof/>
            <w:webHidden/>
          </w:rPr>
          <w:tab/>
        </w:r>
        <w:r w:rsidR="004C4451">
          <w:rPr>
            <w:noProof/>
            <w:webHidden/>
          </w:rPr>
          <w:fldChar w:fldCharType="begin"/>
        </w:r>
        <w:r w:rsidR="004C4451">
          <w:rPr>
            <w:noProof/>
            <w:webHidden/>
          </w:rPr>
          <w:instrText xml:space="preserve"> PAGEREF _Toc105744335 \h </w:instrText>
        </w:r>
        <w:r w:rsidR="004C4451">
          <w:rPr>
            <w:noProof/>
            <w:webHidden/>
          </w:rPr>
        </w:r>
        <w:r w:rsidR="004C4451">
          <w:rPr>
            <w:noProof/>
            <w:webHidden/>
          </w:rPr>
          <w:fldChar w:fldCharType="separate"/>
        </w:r>
        <w:r w:rsidR="004C4451">
          <w:rPr>
            <w:noProof/>
            <w:webHidden/>
          </w:rPr>
          <w:t>6</w:t>
        </w:r>
        <w:r w:rsidR="004C4451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57443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057443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05744330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105744331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105744332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05744333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0D0A58" w:rsidRDefault="00727D70" w:rsidP="005E07BA">
      <w:pPr>
        <w:pStyle w:val="Odrka1-2-"/>
      </w:pPr>
      <w:r>
        <w:t>položka</w:t>
      </w:r>
      <w:r w:rsidR="000D0A58">
        <w:t xml:space="preserve"> číslo </w:t>
      </w:r>
      <w:r>
        <w:t>1</w:t>
      </w:r>
      <w:r w:rsidR="00877FF5">
        <w:t xml:space="preserve"> d</w:t>
      </w:r>
      <w:r w:rsidR="000D0A58">
        <w:t xml:space="preserve">le přílohy číslo 1 </w:t>
      </w:r>
      <w:r w:rsidR="0070561D">
        <w:t xml:space="preserve"> „Rozpuštěné položky</w:t>
      </w:r>
      <w:r w:rsidR="00AA21BC">
        <w:t>“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A35E4">
        <w:t>Objednatele</w:t>
      </w:r>
      <w:r w:rsidRPr="009A35E4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="009A35E4">
        <w:t>XC4</w:t>
      </w:r>
      <w:r w:rsidRPr="009A35E4">
        <w:t>).</w:t>
      </w:r>
    </w:p>
    <w:p w:rsidR="005E07BA" w:rsidRDefault="005E07BA" w:rsidP="005E07BA">
      <w:pPr>
        <w:pStyle w:val="Nadpis2-1"/>
      </w:pPr>
      <w:bookmarkStart w:id="10" w:name="_Toc105744334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05744335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A35E4">
        <w:t>Objednatelem</w:t>
      </w:r>
      <w:r w:rsidRPr="009A35E4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p w:rsidR="00877FF5" w:rsidRDefault="00877FF5" w:rsidP="00877FF5">
      <w:pPr>
        <w:pStyle w:val="Nadpis2-2"/>
        <w:numPr>
          <w:ilvl w:val="0"/>
          <w:numId w:val="0"/>
        </w:numPr>
        <w:ind w:left="737"/>
      </w:pPr>
    </w:p>
    <w:p w:rsidR="00877FF5" w:rsidRDefault="00877FF5" w:rsidP="00877FF5">
      <w:pPr>
        <w:pStyle w:val="Nadpis2-2"/>
        <w:numPr>
          <w:ilvl w:val="0"/>
          <w:numId w:val="0"/>
        </w:numPr>
        <w:ind w:left="737" w:hanging="737"/>
      </w:pPr>
      <w:r>
        <w:t>Přílohy:</w:t>
      </w:r>
    </w:p>
    <w:p w:rsidR="00877FF5" w:rsidRPr="00877FF5" w:rsidRDefault="00877FF5" w:rsidP="00877FF5">
      <w:pPr>
        <w:pStyle w:val="Text2-1"/>
        <w:numPr>
          <w:ilvl w:val="0"/>
          <w:numId w:val="47"/>
        </w:numPr>
      </w:pPr>
      <w:r>
        <w:t>Číslo 1 – Rozpuštěné položky</w:t>
      </w:r>
      <w:bookmarkStart w:id="12" w:name="_GoBack"/>
      <w:bookmarkEnd w:id="12"/>
    </w:p>
    <w:p w:rsidR="00877FF5" w:rsidRPr="00877FF5" w:rsidRDefault="00877FF5" w:rsidP="00877FF5">
      <w:pPr>
        <w:pStyle w:val="Nadpis2-2"/>
        <w:numPr>
          <w:ilvl w:val="0"/>
          <w:numId w:val="0"/>
        </w:numPr>
      </w:pPr>
    </w:p>
    <w:sectPr w:rsidR="00877FF5" w:rsidRPr="00877FF5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E4" w:rsidRDefault="009A35E4" w:rsidP="00962258">
      <w:pPr>
        <w:spacing w:after="0" w:line="240" w:lineRule="auto"/>
      </w:pPr>
      <w:r>
        <w:separator/>
      </w:r>
    </w:p>
  </w:endnote>
  <w:end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F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7F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27D70" w:rsidP="00C87634">
          <w:pPr>
            <w:pStyle w:val="Zpatvlevo"/>
          </w:pPr>
          <w:fldSimple w:instr=" STYLEREF  _Název_akce  \* MERGEFORMAT ">
            <w:r w:rsidR="00877FF5">
              <w:rPr>
                <w:noProof/>
              </w:rPr>
              <w:t>Bystřice (Bystrzyca), nádražní budova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27D70" w:rsidP="00C87634">
          <w:pPr>
            <w:pStyle w:val="Zpatvpravo"/>
          </w:pPr>
          <w:fldSimple w:instr=" STYLEREF  _Název_akce  \* MERGEFORMAT ">
            <w:r w:rsidR="00877FF5">
              <w:rPr>
                <w:noProof/>
              </w:rPr>
              <w:t>Bystřice (Bystrzyca), nádražní budova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FF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7FF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E4" w:rsidRDefault="009A35E4" w:rsidP="00962258">
      <w:pPr>
        <w:spacing w:after="0" w:line="240" w:lineRule="auto"/>
      </w:pPr>
      <w:r>
        <w:separator/>
      </w:r>
    </w:p>
  </w:footnote>
  <w:foot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D2A62C3"/>
    <w:multiLevelType w:val="hybridMultilevel"/>
    <w:tmpl w:val="3D70696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E4"/>
    <w:rsid w:val="000008ED"/>
    <w:rsid w:val="00017F3C"/>
    <w:rsid w:val="000373DC"/>
    <w:rsid w:val="00041EC8"/>
    <w:rsid w:val="000537B2"/>
    <w:rsid w:val="00053A6B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0A58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2E17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3F39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4451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0561D"/>
    <w:rsid w:val="00710723"/>
    <w:rsid w:val="00721EBF"/>
    <w:rsid w:val="00723ED1"/>
    <w:rsid w:val="00727D70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7FF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97863"/>
    <w:rsid w:val="009A35E4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21BC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368E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75C647"/>
  <w14:defaultImageDpi w14:val="32767"/>
  <w15:docId w15:val="{2C1A418A-C383-4E19-9485-40B78DEE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IVIN\KRAVA&#344;E\KSP_Krava&#345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7B80799D0B4E55ABD60C7416C967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57DE0-2195-49C3-A7BC-7E6FCFA9A647}"/>
      </w:docPartPr>
      <w:docPartBody>
        <w:p w:rsidR="008270E4" w:rsidRDefault="008270E4">
          <w:pPr>
            <w:pStyle w:val="EA7B80799D0B4E55ABD60C7416C9678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E4"/>
    <w:rsid w:val="0082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A7B80799D0B4E55ABD60C7416C96789">
    <w:name w:val="EA7B80799D0B4E55ABD60C7416C967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CB1E8-0D3C-4E29-AC39-94526E92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KSP_Kravaře</Template>
  <TotalTime>111</TotalTime>
  <Pages>6</Pages>
  <Words>1848</Words>
  <Characters>10910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Divín Pavel</dc:creator>
  <cp:lastModifiedBy>Divín Pavel</cp:lastModifiedBy>
  <cp:revision>9</cp:revision>
  <cp:lastPrinted>2019-03-13T10:28:00Z</cp:lastPrinted>
  <dcterms:created xsi:type="dcterms:W3CDTF">2021-12-16T11:00:00Z</dcterms:created>
  <dcterms:modified xsi:type="dcterms:W3CDTF">2022-09-13T08:37:00Z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